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DD5214" w14:textId="5F2BAA16" w:rsidR="00490C14" w:rsidRPr="004051BA" w:rsidRDefault="00FC3264" w:rsidP="004051BA">
      <w:pPr>
        <w:pStyle w:val="Nagwek6"/>
        <w:jc w:val="right"/>
        <w:rPr>
          <w:rFonts w:ascii="Calibri" w:hAnsi="Calibri" w:cs="Arial"/>
          <w:i w:val="0"/>
          <w:sz w:val="20"/>
        </w:rPr>
      </w:pPr>
      <w:r w:rsidRPr="003D00C4">
        <w:rPr>
          <w:rFonts w:ascii="Calibri" w:hAnsi="Calibri" w:cs="Arial"/>
          <w:i w:val="0"/>
          <w:sz w:val="20"/>
        </w:rPr>
        <w:t>Załącznik nr  1</w:t>
      </w:r>
      <w:r w:rsidR="00BA1E58">
        <w:rPr>
          <w:rFonts w:ascii="Calibri" w:hAnsi="Calibri" w:cs="Arial"/>
          <w:i w:val="0"/>
          <w:sz w:val="20"/>
        </w:rPr>
        <w:t xml:space="preserve"> do zapytania ofertowego nr </w:t>
      </w:r>
      <w:r w:rsidR="008D3E4A">
        <w:rPr>
          <w:rFonts w:ascii="Calibri" w:hAnsi="Calibri" w:cs="Arial"/>
          <w:i w:val="0"/>
          <w:sz w:val="20"/>
        </w:rPr>
        <w:t>2</w:t>
      </w:r>
      <w:r w:rsidR="000F1C8F">
        <w:rPr>
          <w:rFonts w:ascii="Calibri" w:hAnsi="Calibri" w:cs="Arial"/>
          <w:i w:val="0"/>
          <w:sz w:val="20"/>
        </w:rPr>
        <w:t>/202</w:t>
      </w:r>
      <w:r w:rsidR="008D3E4A">
        <w:rPr>
          <w:rFonts w:ascii="Calibri" w:hAnsi="Calibri" w:cs="Arial"/>
          <w:i w:val="0"/>
          <w:sz w:val="20"/>
        </w:rPr>
        <w:t>5</w:t>
      </w:r>
    </w:p>
    <w:p w14:paraId="76DD5215" w14:textId="77777777" w:rsidR="00FC3264" w:rsidRPr="003D00C4" w:rsidRDefault="00FC3264" w:rsidP="00FC3264">
      <w:pPr>
        <w:rPr>
          <w:rFonts w:ascii="Calibri" w:hAnsi="Calibri"/>
        </w:rPr>
      </w:pPr>
      <w:r w:rsidRPr="003D00C4">
        <w:rPr>
          <w:rFonts w:ascii="Calibri" w:hAnsi="Calibri"/>
        </w:rPr>
        <w:t xml:space="preserve">………………………………………… </w:t>
      </w:r>
    </w:p>
    <w:p w14:paraId="76DD5216" w14:textId="77777777" w:rsidR="00FC3264" w:rsidRPr="003D00C4" w:rsidRDefault="00FC3264" w:rsidP="00FC3264">
      <w:pPr>
        <w:rPr>
          <w:rFonts w:ascii="Calibri" w:hAnsi="Calibri" w:cs="Arial"/>
          <w:sz w:val="18"/>
          <w:szCs w:val="18"/>
        </w:rPr>
      </w:pPr>
      <w:r w:rsidRPr="003D00C4">
        <w:rPr>
          <w:rFonts w:ascii="Calibri" w:hAnsi="Calibri" w:cs="Arial"/>
          <w:sz w:val="18"/>
          <w:szCs w:val="18"/>
        </w:rPr>
        <w:t xml:space="preserve">                 (pieczęć Wykonawcy)</w:t>
      </w:r>
    </w:p>
    <w:p w14:paraId="76DD5217" w14:textId="77777777" w:rsidR="00FC3264" w:rsidRPr="003D00C4" w:rsidRDefault="00FC3264" w:rsidP="00FC3264">
      <w:pPr>
        <w:jc w:val="center"/>
        <w:rPr>
          <w:rFonts w:ascii="Calibri" w:hAnsi="Calibri" w:cs="Arial"/>
          <w:b/>
          <w:sz w:val="32"/>
          <w:szCs w:val="32"/>
          <w:u w:val="single"/>
        </w:rPr>
      </w:pPr>
      <w:r w:rsidRPr="003D00C4">
        <w:rPr>
          <w:rFonts w:ascii="Calibri" w:hAnsi="Calibri" w:cs="Arial"/>
          <w:b/>
          <w:sz w:val="32"/>
          <w:szCs w:val="32"/>
          <w:u w:val="single"/>
        </w:rPr>
        <w:t>FORMULARZ OFERTOWY</w:t>
      </w:r>
      <w:r w:rsidR="000F1C8F">
        <w:rPr>
          <w:rFonts w:ascii="Calibri" w:hAnsi="Calibri" w:cs="Arial"/>
          <w:b/>
          <w:sz w:val="32"/>
          <w:szCs w:val="32"/>
          <w:u w:val="single"/>
        </w:rPr>
        <w:t xml:space="preserve"> </w:t>
      </w:r>
    </w:p>
    <w:p w14:paraId="76DD5219" w14:textId="1879E26C" w:rsidR="00AA22E3" w:rsidRPr="003D00C4" w:rsidRDefault="009A5CD3" w:rsidP="009A5CD3">
      <w:pPr>
        <w:pStyle w:val="Listownik"/>
        <w:tabs>
          <w:tab w:val="left" w:pos="1490"/>
        </w:tabs>
        <w:rPr>
          <w:rFonts w:ascii="Calibri" w:hAnsi="Calibri" w:cs="Arial"/>
          <w:szCs w:val="24"/>
        </w:rPr>
      </w:pPr>
      <w:r>
        <w:rPr>
          <w:rFonts w:ascii="Calibri" w:hAnsi="Calibri" w:cs="Arial"/>
          <w:b/>
          <w:szCs w:val="22"/>
        </w:rPr>
        <w:tab/>
      </w:r>
    </w:p>
    <w:p w14:paraId="76DD521A" w14:textId="77777777" w:rsidR="00FC3264" w:rsidRPr="003D00C4" w:rsidRDefault="00FC3264" w:rsidP="00FC3264">
      <w:pPr>
        <w:pStyle w:val="Listownik"/>
        <w:rPr>
          <w:rFonts w:ascii="Calibri" w:hAnsi="Calibri" w:cs="Arial"/>
          <w:szCs w:val="24"/>
        </w:rPr>
      </w:pPr>
      <w:r w:rsidRPr="003D00C4">
        <w:rPr>
          <w:rFonts w:ascii="Calibri" w:hAnsi="Calibri" w:cs="Arial"/>
          <w:szCs w:val="24"/>
        </w:rPr>
        <w:t>NAZWA WYKONAWCY: .........................................................................................................</w:t>
      </w:r>
    </w:p>
    <w:p w14:paraId="76DD521B" w14:textId="77777777" w:rsidR="00FC3264" w:rsidRPr="003D00C4" w:rsidRDefault="00FC3264" w:rsidP="00FC3264">
      <w:pPr>
        <w:rPr>
          <w:rFonts w:ascii="Calibri" w:hAnsi="Calibri" w:cs="Arial"/>
          <w:sz w:val="22"/>
        </w:rPr>
      </w:pPr>
    </w:p>
    <w:p w14:paraId="76DD521C" w14:textId="77777777" w:rsidR="00FC3264" w:rsidRPr="003D00C4" w:rsidRDefault="00FC3264" w:rsidP="00FC3264">
      <w:pPr>
        <w:rPr>
          <w:rFonts w:ascii="Calibri" w:hAnsi="Calibri" w:cs="Arial"/>
          <w:sz w:val="22"/>
        </w:rPr>
      </w:pPr>
      <w:r w:rsidRPr="003D00C4">
        <w:rPr>
          <w:rFonts w:ascii="Calibri" w:hAnsi="Calibri" w:cs="Arial"/>
          <w:sz w:val="22"/>
        </w:rPr>
        <w:t>ADRES WYKONAWCY: ..........................................................................................................</w:t>
      </w:r>
    </w:p>
    <w:p w14:paraId="76DD521D" w14:textId="77777777" w:rsidR="00FC3264" w:rsidRPr="003D00C4" w:rsidRDefault="00FC3264" w:rsidP="00FC3264">
      <w:pPr>
        <w:rPr>
          <w:rFonts w:ascii="Calibri" w:hAnsi="Calibri" w:cs="Arial"/>
          <w:sz w:val="22"/>
        </w:rPr>
      </w:pPr>
    </w:p>
    <w:p w14:paraId="76DD521E" w14:textId="77777777" w:rsidR="00FC3264" w:rsidRPr="003D00C4" w:rsidRDefault="00FC3264" w:rsidP="00FC3264">
      <w:pPr>
        <w:rPr>
          <w:rFonts w:ascii="Calibri" w:hAnsi="Calibri" w:cs="Arial"/>
          <w:sz w:val="22"/>
        </w:rPr>
      </w:pPr>
      <w:r w:rsidRPr="003D00C4">
        <w:rPr>
          <w:rFonts w:ascii="Calibri" w:hAnsi="Calibri" w:cs="Arial"/>
          <w:sz w:val="22"/>
        </w:rPr>
        <w:t>NR TELEFONU: ........................................................FAX........................................................</w:t>
      </w:r>
    </w:p>
    <w:p w14:paraId="76DD521F" w14:textId="77777777" w:rsidR="00FC3264" w:rsidRPr="003D00C4" w:rsidRDefault="00FC3264" w:rsidP="00FC3264">
      <w:pPr>
        <w:rPr>
          <w:rFonts w:ascii="Calibri" w:hAnsi="Calibri" w:cs="Arial"/>
          <w:sz w:val="22"/>
        </w:rPr>
      </w:pPr>
    </w:p>
    <w:p w14:paraId="76DD5220" w14:textId="77777777" w:rsidR="00FC3264" w:rsidRPr="003D00C4" w:rsidRDefault="00FC3264" w:rsidP="00FC3264">
      <w:pPr>
        <w:rPr>
          <w:rFonts w:ascii="Calibri" w:hAnsi="Calibri" w:cs="Arial"/>
          <w:sz w:val="22"/>
        </w:rPr>
      </w:pPr>
      <w:r w:rsidRPr="003D00C4">
        <w:rPr>
          <w:rFonts w:ascii="Calibri" w:hAnsi="Calibri" w:cs="Arial"/>
          <w:sz w:val="22"/>
        </w:rPr>
        <w:t>E-MAIL …………………………………………………………………………………………………..</w:t>
      </w:r>
    </w:p>
    <w:p w14:paraId="76DD5221" w14:textId="77777777" w:rsidR="00FC3264" w:rsidRPr="003D00C4" w:rsidRDefault="00FC3264" w:rsidP="00FC3264">
      <w:pPr>
        <w:rPr>
          <w:rFonts w:ascii="Calibri" w:hAnsi="Calibri" w:cs="Arial"/>
          <w:sz w:val="22"/>
        </w:rPr>
      </w:pPr>
    </w:p>
    <w:p w14:paraId="76DD5222" w14:textId="77777777" w:rsidR="00FC3264" w:rsidRPr="003D00C4" w:rsidRDefault="00FC3264" w:rsidP="00FC3264">
      <w:pPr>
        <w:rPr>
          <w:rFonts w:ascii="Calibri" w:hAnsi="Calibri" w:cs="Arial"/>
          <w:color w:val="FF0000"/>
          <w:sz w:val="22"/>
        </w:rPr>
      </w:pPr>
      <w:r w:rsidRPr="003D00C4">
        <w:rPr>
          <w:rFonts w:ascii="Calibri" w:hAnsi="Calibri" w:cs="Arial"/>
          <w:sz w:val="22"/>
        </w:rPr>
        <w:t>NIP: ..........................................................REGON: .................................................................</w:t>
      </w:r>
    </w:p>
    <w:p w14:paraId="76DD5223" w14:textId="77777777" w:rsidR="003E742C" w:rsidRPr="003D00C4" w:rsidRDefault="003E742C" w:rsidP="00FC3264">
      <w:pPr>
        <w:rPr>
          <w:rFonts w:ascii="Calibri" w:hAnsi="Calibri" w:cs="Arial"/>
          <w:color w:val="FF0000"/>
          <w:spacing w:val="8"/>
          <w:sz w:val="18"/>
          <w:szCs w:val="20"/>
        </w:rPr>
      </w:pPr>
    </w:p>
    <w:p w14:paraId="76DD5224" w14:textId="77777777" w:rsidR="00593E99" w:rsidRPr="003D00C4" w:rsidRDefault="00593E99" w:rsidP="004051BA">
      <w:pPr>
        <w:numPr>
          <w:ilvl w:val="0"/>
          <w:numId w:val="15"/>
        </w:numPr>
        <w:tabs>
          <w:tab w:val="clear" w:pos="720"/>
          <w:tab w:val="num" w:pos="284"/>
        </w:tabs>
        <w:spacing w:before="60" w:after="60"/>
        <w:ind w:hanging="720"/>
        <w:jc w:val="both"/>
        <w:rPr>
          <w:rFonts w:ascii="Calibri" w:hAnsi="Calibri" w:cs="Arial"/>
          <w:b/>
          <w:sz w:val="22"/>
          <w:szCs w:val="22"/>
        </w:rPr>
      </w:pPr>
      <w:r w:rsidRPr="003D00C4">
        <w:rPr>
          <w:rFonts w:ascii="Calibri" w:hAnsi="Calibri" w:cs="Arial"/>
          <w:b/>
          <w:sz w:val="22"/>
          <w:szCs w:val="22"/>
        </w:rPr>
        <w:t xml:space="preserve">Oferujemy wykonanie prac objętych przedmiotem zamówienia za cenę ustaloną </w:t>
      </w:r>
    </w:p>
    <w:p w14:paraId="76DD5226" w14:textId="32095121" w:rsidR="0078632E" w:rsidRPr="00376AA2" w:rsidRDefault="004F5889" w:rsidP="004051BA">
      <w:pPr>
        <w:tabs>
          <w:tab w:val="num" w:pos="284"/>
        </w:tabs>
        <w:spacing w:before="60" w:after="60"/>
        <w:jc w:val="both"/>
        <w:rPr>
          <w:rFonts w:ascii="Calibri" w:hAnsi="Calibri" w:cs="Arial"/>
          <w:b/>
          <w:sz w:val="22"/>
          <w:szCs w:val="22"/>
        </w:rPr>
      </w:pPr>
      <w:r w:rsidRPr="003D00C4">
        <w:rPr>
          <w:rFonts w:ascii="Calibri" w:hAnsi="Calibri" w:cs="Arial"/>
          <w:b/>
          <w:sz w:val="22"/>
          <w:szCs w:val="22"/>
        </w:rPr>
        <w:t xml:space="preserve">    ryczałtowo (</w:t>
      </w:r>
      <w:r w:rsidR="001275DB" w:rsidRPr="003D00C4">
        <w:rPr>
          <w:rFonts w:ascii="Calibri" w:hAnsi="Calibri" w:cs="Arial"/>
          <w:b/>
          <w:sz w:val="22"/>
          <w:szCs w:val="22"/>
        </w:rPr>
        <w:t>formularz cenowy</w:t>
      </w:r>
      <w:r w:rsidR="00593E99" w:rsidRPr="003D00C4">
        <w:rPr>
          <w:rFonts w:ascii="Calibri" w:hAnsi="Calibri" w:cs="Arial"/>
          <w:b/>
          <w:sz w:val="22"/>
          <w:szCs w:val="22"/>
        </w:rPr>
        <w:t xml:space="preserve">): </w:t>
      </w:r>
    </w:p>
    <w:p w14:paraId="0F9BBFE4" w14:textId="741DFC0D" w:rsidR="008D3E4A" w:rsidRDefault="001275DB" w:rsidP="008D3E4A">
      <w:pPr>
        <w:tabs>
          <w:tab w:val="num" w:pos="284"/>
        </w:tabs>
        <w:spacing w:before="60" w:after="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051BA">
        <w:rPr>
          <w:rFonts w:asciiTheme="minorHAnsi" w:hAnsiTheme="minorHAnsi" w:cstheme="minorHAnsi"/>
          <w:b/>
          <w:sz w:val="22"/>
          <w:szCs w:val="22"/>
        </w:rPr>
        <w:t xml:space="preserve">RAZEM </w:t>
      </w:r>
      <w:r w:rsidR="00780A5E" w:rsidRPr="004051BA">
        <w:rPr>
          <w:rFonts w:asciiTheme="minorHAnsi" w:hAnsiTheme="minorHAnsi" w:cstheme="minorHAnsi"/>
          <w:b/>
          <w:sz w:val="22"/>
          <w:szCs w:val="22"/>
        </w:rPr>
        <w:t>NE</w:t>
      </w:r>
      <w:r w:rsidRPr="004051BA">
        <w:rPr>
          <w:rFonts w:asciiTheme="minorHAnsi" w:hAnsiTheme="minorHAnsi" w:cstheme="minorHAnsi"/>
          <w:b/>
          <w:sz w:val="22"/>
          <w:szCs w:val="22"/>
        </w:rPr>
        <w:t>TTO …………………</w:t>
      </w:r>
      <w:r w:rsidR="00446CDF" w:rsidRPr="004051BA">
        <w:rPr>
          <w:rFonts w:asciiTheme="minorHAnsi" w:hAnsiTheme="minorHAnsi" w:cstheme="minorHAnsi"/>
          <w:b/>
          <w:sz w:val="22"/>
          <w:szCs w:val="22"/>
        </w:rPr>
        <w:t>…………………………</w:t>
      </w:r>
      <w:r w:rsidRPr="004051BA">
        <w:rPr>
          <w:rFonts w:asciiTheme="minorHAnsi" w:hAnsiTheme="minorHAnsi" w:cstheme="minorHAnsi"/>
          <w:b/>
          <w:sz w:val="22"/>
          <w:szCs w:val="22"/>
        </w:rPr>
        <w:t>…… PLN</w:t>
      </w:r>
      <w:r w:rsidR="00504D6B" w:rsidRPr="004051BA">
        <w:rPr>
          <w:rFonts w:asciiTheme="minorHAnsi" w:hAnsiTheme="minorHAnsi" w:cstheme="minorHAnsi"/>
          <w:b/>
          <w:sz w:val="22"/>
          <w:szCs w:val="22"/>
        </w:rPr>
        <w:t>/EUR/USD/CHF/GBP</w:t>
      </w:r>
      <w:r w:rsidR="00535E25">
        <w:rPr>
          <w:rFonts w:asciiTheme="minorHAnsi" w:hAnsiTheme="minorHAnsi" w:cstheme="minorHAnsi"/>
          <w:b/>
          <w:sz w:val="22"/>
          <w:szCs w:val="22"/>
        </w:rPr>
        <w:t>/INNE</w:t>
      </w:r>
      <w:r w:rsidR="00E83C89" w:rsidRPr="004051BA">
        <w:rPr>
          <w:rFonts w:asciiTheme="minorHAnsi" w:hAnsiTheme="minorHAnsi" w:cstheme="minorHAnsi"/>
          <w:b/>
          <w:sz w:val="22"/>
          <w:szCs w:val="22"/>
        </w:rPr>
        <w:t>*</w:t>
      </w:r>
      <w:r w:rsidR="004051BA" w:rsidRPr="004051B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2045A">
        <w:rPr>
          <w:rFonts w:asciiTheme="minorHAnsi" w:hAnsiTheme="minorHAnsi" w:cstheme="minorHAnsi"/>
          <w:b/>
          <w:sz w:val="22"/>
          <w:szCs w:val="22"/>
        </w:rPr>
        <w:t>w tym:</w:t>
      </w:r>
    </w:p>
    <w:p w14:paraId="069288AD" w14:textId="38CE38F8" w:rsidR="000319E1" w:rsidRDefault="00D34C32" w:rsidP="008D3E4A">
      <w:pPr>
        <w:tabs>
          <w:tab w:val="num" w:pos="284"/>
        </w:tabs>
        <w:spacing w:before="60" w:after="6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P</w:t>
      </w:r>
      <w:r w:rsidRPr="00D34C32">
        <w:rPr>
          <w:rFonts w:asciiTheme="minorHAnsi" w:hAnsiTheme="minorHAnsi" w:cstheme="minorHAnsi"/>
          <w:b/>
          <w:sz w:val="22"/>
          <w:szCs w:val="22"/>
        </w:rPr>
        <w:t>ras</w:t>
      </w:r>
      <w:r>
        <w:rPr>
          <w:rFonts w:asciiTheme="minorHAnsi" w:hAnsiTheme="minorHAnsi" w:cstheme="minorHAnsi"/>
          <w:b/>
          <w:sz w:val="22"/>
          <w:szCs w:val="22"/>
        </w:rPr>
        <w:t>a</w:t>
      </w:r>
      <w:r w:rsidRPr="00D34C32">
        <w:rPr>
          <w:rFonts w:asciiTheme="minorHAnsi" w:hAnsiTheme="minorHAnsi" w:cstheme="minorHAnsi"/>
          <w:b/>
          <w:sz w:val="22"/>
          <w:szCs w:val="22"/>
        </w:rPr>
        <w:t xml:space="preserve"> krawędziow</w:t>
      </w:r>
      <w:r>
        <w:rPr>
          <w:rFonts w:asciiTheme="minorHAnsi" w:hAnsiTheme="minorHAnsi" w:cstheme="minorHAnsi"/>
          <w:b/>
          <w:sz w:val="22"/>
          <w:szCs w:val="22"/>
        </w:rPr>
        <w:t>a n</w:t>
      </w:r>
      <w:r w:rsidR="00705F02">
        <w:rPr>
          <w:rFonts w:asciiTheme="minorHAnsi" w:hAnsiTheme="minorHAnsi" w:cstheme="minorHAnsi"/>
          <w:b/>
          <w:sz w:val="22"/>
          <w:szCs w:val="22"/>
        </w:rPr>
        <w:t>etto ………………………………..</w:t>
      </w:r>
      <w:r w:rsidR="000319E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05F02" w:rsidRPr="004051BA">
        <w:rPr>
          <w:rFonts w:asciiTheme="minorHAnsi" w:hAnsiTheme="minorHAnsi" w:cstheme="minorHAnsi"/>
          <w:b/>
          <w:sz w:val="22"/>
          <w:szCs w:val="22"/>
        </w:rPr>
        <w:t>PLN/EUR/USD/CHF/GBP</w:t>
      </w:r>
      <w:r w:rsidR="00705F02">
        <w:rPr>
          <w:rFonts w:asciiTheme="minorHAnsi" w:hAnsiTheme="minorHAnsi" w:cstheme="minorHAnsi"/>
          <w:b/>
          <w:sz w:val="22"/>
          <w:szCs w:val="22"/>
        </w:rPr>
        <w:t>/INNE</w:t>
      </w:r>
      <w:r w:rsidR="00705F02" w:rsidRPr="004051BA">
        <w:rPr>
          <w:rFonts w:asciiTheme="minorHAnsi" w:hAnsiTheme="minorHAnsi" w:cstheme="minorHAnsi"/>
          <w:b/>
          <w:sz w:val="22"/>
          <w:szCs w:val="22"/>
        </w:rPr>
        <w:t>*</w:t>
      </w:r>
    </w:p>
    <w:p w14:paraId="6F52E2C2" w14:textId="7CC92007" w:rsidR="00005605" w:rsidRDefault="00005605" w:rsidP="00005605">
      <w:pPr>
        <w:tabs>
          <w:tab w:val="num" w:pos="284"/>
        </w:tabs>
        <w:spacing w:before="60" w:after="60"/>
        <w:jc w:val="both"/>
        <w:rPr>
          <w:rFonts w:asciiTheme="minorHAnsi" w:hAnsiTheme="minorHAnsi" w:cstheme="minorHAnsi"/>
          <w:b/>
          <w:sz w:val="22"/>
          <w:szCs w:val="22"/>
        </w:rPr>
      </w:pPr>
      <w:proofErr w:type="spellStart"/>
      <w:r>
        <w:rPr>
          <w:rFonts w:asciiTheme="minorHAnsi" w:hAnsiTheme="minorHAnsi" w:cstheme="minorHAnsi"/>
          <w:b/>
          <w:sz w:val="22"/>
          <w:szCs w:val="22"/>
        </w:rPr>
        <w:t>Wypalarka</w:t>
      </w:r>
      <w:proofErr w:type="spellEnd"/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4308D0">
        <w:rPr>
          <w:rFonts w:asciiTheme="minorHAnsi" w:hAnsiTheme="minorHAnsi" w:cstheme="minorHAnsi"/>
          <w:b/>
          <w:sz w:val="22"/>
          <w:szCs w:val="22"/>
        </w:rPr>
        <w:t>laserowa</w:t>
      </w:r>
      <w:r>
        <w:rPr>
          <w:rFonts w:asciiTheme="minorHAnsi" w:hAnsiTheme="minorHAnsi" w:cstheme="minorHAnsi"/>
          <w:b/>
          <w:sz w:val="22"/>
          <w:szCs w:val="22"/>
        </w:rPr>
        <w:t xml:space="preserve"> netto ……………………………….. </w:t>
      </w:r>
      <w:r w:rsidRPr="004051BA">
        <w:rPr>
          <w:rFonts w:asciiTheme="minorHAnsi" w:hAnsiTheme="minorHAnsi" w:cstheme="minorHAnsi"/>
          <w:b/>
          <w:sz w:val="22"/>
          <w:szCs w:val="22"/>
        </w:rPr>
        <w:t>PLN/EUR/USD/CHF/GBP</w:t>
      </w:r>
      <w:r>
        <w:rPr>
          <w:rFonts w:asciiTheme="minorHAnsi" w:hAnsiTheme="minorHAnsi" w:cstheme="minorHAnsi"/>
          <w:b/>
          <w:sz w:val="22"/>
          <w:szCs w:val="22"/>
        </w:rPr>
        <w:t>/INNE</w:t>
      </w:r>
      <w:r w:rsidRPr="004051BA">
        <w:rPr>
          <w:rFonts w:asciiTheme="minorHAnsi" w:hAnsiTheme="minorHAnsi" w:cstheme="minorHAnsi"/>
          <w:b/>
          <w:sz w:val="22"/>
          <w:szCs w:val="22"/>
        </w:rPr>
        <w:t>*</w:t>
      </w:r>
    </w:p>
    <w:p w14:paraId="76DD5229" w14:textId="6DFCA03A" w:rsidR="00FC3264" w:rsidRDefault="00FC3264" w:rsidP="008D3E4A">
      <w:pPr>
        <w:tabs>
          <w:tab w:val="num" w:pos="284"/>
        </w:tabs>
        <w:spacing w:before="60" w:after="60"/>
        <w:jc w:val="both"/>
        <w:rPr>
          <w:rFonts w:ascii="Calibri" w:hAnsi="Calibri" w:cs="Arial"/>
          <w:sz w:val="22"/>
          <w:szCs w:val="22"/>
        </w:rPr>
      </w:pPr>
      <w:r w:rsidRPr="003D00C4">
        <w:rPr>
          <w:rFonts w:ascii="Calibri" w:hAnsi="Calibri" w:cs="Arial"/>
          <w:sz w:val="22"/>
          <w:szCs w:val="22"/>
        </w:rPr>
        <w:t xml:space="preserve">Oświadczamy, że zapoznaliśmy się z warunkami przystąpienia do zamówienia określonymi w </w:t>
      </w:r>
      <w:r w:rsidR="00780A5E" w:rsidRPr="003D00C4">
        <w:rPr>
          <w:rFonts w:ascii="Calibri" w:hAnsi="Calibri" w:cs="Arial"/>
          <w:sz w:val="22"/>
          <w:szCs w:val="22"/>
        </w:rPr>
        <w:t>zapytaniu ofertowym</w:t>
      </w:r>
      <w:r w:rsidRPr="003D00C4">
        <w:rPr>
          <w:rFonts w:ascii="Calibri" w:hAnsi="Calibri" w:cs="Arial"/>
          <w:sz w:val="22"/>
          <w:szCs w:val="22"/>
        </w:rPr>
        <w:t xml:space="preserve"> oraz uzyskaliśmy niezbędne informacje do przygotowania oferty.</w:t>
      </w:r>
    </w:p>
    <w:p w14:paraId="2DC414C9" w14:textId="5C2ABF4E" w:rsidR="002F7A26" w:rsidRPr="003D00C4" w:rsidRDefault="002F7A26" w:rsidP="00490C14">
      <w:pPr>
        <w:numPr>
          <w:ilvl w:val="0"/>
          <w:numId w:val="7"/>
        </w:numPr>
        <w:tabs>
          <w:tab w:val="clear" w:pos="720"/>
          <w:tab w:val="num" w:pos="284"/>
        </w:tabs>
        <w:spacing w:before="60" w:after="60"/>
        <w:ind w:left="284" w:hanging="284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O</w:t>
      </w:r>
      <w:r w:rsidR="00B6007F">
        <w:rPr>
          <w:rFonts w:ascii="Calibri" w:hAnsi="Calibri" w:cs="Arial"/>
          <w:sz w:val="22"/>
          <w:szCs w:val="22"/>
        </w:rPr>
        <w:t>świadczamy, że oferowane przez nas maszyny spełniają wszystkie wymagane parametry.</w:t>
      </w:r>
    </w:p>
    <w:p w14:paraId="76DD522A" w14:textId="77777777" w:rsidR="00FC3264" w:rsidRDefault="00FC3264" w:rsidP="00490C14">
      <w:pPr>
        <w:numPr>
          <w:ilvl w:val="0"/>
          <w:numId w:val="7"/>
        </w:numPr>
        <w:tabs>
          <w:tab w:val="clear" w:pos="720"/>
          <w:tab w:val="num" w:pos="284"/>
        </w:tabs>
        <w:spacing w:before="60" w:after="60"/>
        <w:ind w:left="284" w:hanging="284"/>
        <w:jc w:val="both"/>
        <w:rPr>
          <w:rFonts w:ascii="Calibri" w:hAnsi="Calibri" w:cs="Arial"/>
          <w:sz w:val="22"/>
          <w:szCs w:val="22"/>
        </w:rPr>
      </w:pPr>
      <w:r w:rsidRPr="003D00C4">
        <w:rPr>
          <w:rFonts w:ascii="Calibri" w:hAnsi="Calibri" w:cs="Arial"/>
          <w:sz w:val="22"/>
          <w:szCs w:val="22"/>
        </w:rPr>
        <w:t>Oświadczamy, że w cenie oferty zostały uwzględnione wszystkie koszty wykonania zamówienia i realizacji przyszłego świadczenia umownego.</w:t>
      </w:r>
    </w:p>
    <w:p w14:paraId="76DD522B" w14:textId="4ADEB510" w:rsidR="00A517CC" w:rsidRPr="00A517CC" w:rsidRDefault="00A517CC" w:rsidP="00A517CC">
      <w:pPr>
        <w:numPr>
          <w:ilvl w:val="0"/>
          <w:numId w:val="7"/>
        </w:numPr>
        <w:tabs>
          <w:tab w:val="clear" w:pos="720"/>
          <w:tab w:val="num" w:pos="284"/>
        </w:tabs>
        <w:spacing w:before="60" w:after="60"/>
        <w:ind w:left="284" w:hanging="284"/>
        <w:jc w:val="both"/>
        <w:rPr>
          <w:rFonts w:ascii="Calibri" w:hAnsi="Calibri" w:cs="Arial"/>
          <w:b/>
          <w:sz w:val="22"/>
          <w:szCs w:val="22"/>
        </w:rPr>
      </w:pPr>
      <w:r w:rsidRPr="00A517CC">
        <w:rPr>
          <w:rFonts w:ascii="Calibri" w:hAnsi="Calibri" w:cs="Arial"/>
          <w:b/>
          <w:sz w:val="22"/>
          <w:szCs w:val="22"/>
        </w:rPr>
        <w:t>Oświadczamy, że zapoznaliśmy się z parametrami technicznymi maszyn określonymi w zapytaniu ofertowym i oferowana maszyna posiada takie parametry.</w:t>
      </w:r>
    </w:p>
    <w:p w14:paraId="76DD522C" w14:textId="7241DB71" w:rsidR="0019040D" w:rsidRPr="003D00C4" w:rsidRDefault="002E7F6B" w:rsidP="001057E1">
      <w:pPr>
        <w:numPr>
          <w:ilvl w:val="0"/>
          <w:numId w:val="7"/>
        </w:numPr>
        <w:tabs>
          <w:tab w:val="clear" w:pos="720"/>
        </w:tabs>
        <w:spacing w:line="276" w:lineRule="auto"/>
        <w:ind w:left="205" w:hanging="284"/>
        <w:jc w:val="both"/>
        <w:rPr>
          <w:rFonts w:ascii="Calibri" w:hAnsi="Calibri" w:cs="Arial"/>
          <w:sz w:val="22"/>
          <w:szCs w:val="22"/>
        </w:rPr>
      </w:pPr>
      <w:r w:rsidRPr="003D00C4">
        <w:rPr>
          <w:rFonts w:ascii="Calibri" w:hAnsi="Calibri" w:cs="Arial"/>
        </w:rPr>
        <w:t xml:space="preserve">Oświadczamy, że udzielamy </w:t>
      </w:r>
      <w:r w:rsidRPr="003D00C4">
        <w:rPr>
          <w:rFonts w:ascii="Calibri" w:hAnsi="Calibri" w:cs="Arial"/>
          <w:b/>
        </w:rPr>
        <w:t xml:space="preserve">......... – miesięcy gwarancji </w:t>
      </w:r>
      <w:r w:rsidR="000F1C8F">
        <w:rPr>
          <w:rFonts w:ascii="Calibri" w:hAnsi="Calibri" w:cs="Arial"/>
        </w:rPr>
        <w:t>(co najmniej 12</w:t>
      </w:r>
      <w:r w:rsidRPr="003D00C4">
        <w:rPr>
          <w:rFonts w:ascii="Calibri" w:hAnsi="Calibri" w:cs="Arial"/>
        </w:rPr>
        <w:t xml:space="preserve"> miesięcy)</w:t>
      </w:r>
      <w:r w:rsidR="00C11DD0" w:rsidRPr="003D00C4">
        <w:rPr>
          <w:rFonts w:ascii="Calibri" w:hAnsi="Calibri" w:cs="Arial"/>
          <w:sz w:val="22"/>
          <w:szCs w:val="22"/>
        </w:rPr>
        <w:t xml:space="preserve">na wykonane </w:t>
      </w:r>
      <w:r w:rsidR="00504D6B">
        <w:rPr>
          <w:rFonts w:ascii="Calibri" w:hAnsi="Calibri" w:cs="Arial"/>
          <w:sz w:val="22"/>
          <w:szCs w:val="22"/>
        </w:rPr>
        <w:t xml:space="preserve">  i zamontowane urządzeni</w:t>
      </w:r>
      <w:r w:rsidR="004308D0">
        <w:rPr>
          <w:rFonts w:ascii="Calibri" w:hAnsi="Calibri" w:cs="Arial"/>
          <w:sz w:val="22"/>
          <w:szCs w:val="22"/>
        </w:rPr>
        <w:t>a</w:t>
      </w:r>
      <w:r w:rsidR="0019040D" w:rsidRPr="003D00C4">
        <w:rPr>
          <w:rFonts w:ascii="Calibri" w:hAnsi="Calibri" w:cs="Arial"/>
          <w:sz w:val="22"/>
          <w:szCs w:val="22"/>
        </w:rPr>
        <w:t>.</w:t>
      </w:r>
    </w:p>
    <w:p w14:paraId="76DD522D" w14:textId="77777777" w:rsidR="007419A4" w:rsidRPr="003D00C4" w:rsidRDefault="007419A4" w:rsidP="009A5CD3">
      <w:pPr>
        <w:pStyle w:val="Tekstpodstawowy"/>
        <w:spacing w:line="276" w:lineRule="auto"/>
        <w:ind w:left="203"/>
        <w:rPr>
          <w:rFonts w:ascii="Calibri" w:hAnsi="Calibri" w:cs="Arial"/>
          <w:i/>
          <w:iCs/>
          <w:sz w:val="22"/>
          <w:szCs w:val="22"/>
        </w:rPr>
      </w:pPr>
      <w:r w:rsidRPr="003D00C4">
        <w:rPr>
          <w:rFonts w:ascii="Calibri" w:hAnsi="Calibri" w:cs="Arial"/>
          <w:i/>
          <w:iCs/>
          <w:sz w:val="22"/>
          <w:szCs w:val="22"/>
        </w:rPr>
        <w:t>Czas gwarancji w miesiącach stanowi jedno z kryteriów oceny ofert.</w:t>
      </w:r>
    </w:p>
    <w:p w14:paraId="41441AFC" w14:textId="7F4A780F" w:rsidR="001057E1" w:rsidRPr="001057E1" w:rsidRDefault="001057E1" w:rsidP="00D11A68">
      <w:pPr>
        <w:numPr>
          <w:ilvl w:val="0"/>
          <w:numId w:val="7"/>
        </w:numPr>
        <w:tabs>
          <w:tab w:val="clear" w:pos="720"/>
        </w:tabs>
        <w:spacing w:line="276" w:lineRule="auto"/>
        <w:ind w:left="0" w:firstLine="0"/>
        <w:jc w:val="both"/>
        <w:rPr>
          <w:rFonts w:ascii="Calibri" w:hAnsi="Calibri" w:cs="Arial"/>
        </w:rPr>
      </w:pPr>
      <w:r w:rsidRPr="001057E1">
        <w:rPr>
          <w:rFonts w:ascii="Calibri" w:hAnsi="Calibri" w:cs="Arial"/>
        </w:rPr>
        <w:t>Oświadczamy,</w:t>
      </w:r>
      <w:r w:rsidR="009C4D31">
        <w:rPr>
          <w:rFonts w:ascii="Calibri" w:hAnsi="Calibri" w:cs="Arial"/>
        </w:rPr>
        <w:t xml:space="preserve"> </w:t>
      </w:r>
      <w:r w:rsidR="009C4D31" w:rsidRPr="009C4D31">
        <w:rPr>
          <w:rFonts w:ascii="Calibri" w:hAnsi="Calibri" w:cs="Arial"/>
        </w:rPr>
        <w:t>że w ramach realizacji przedmiotu zamówienia –zostanie zastosowany co najmniej jeden materiał znajdujący się na Liście Zielonych Urządzeń i Materiałów publikowanej przez Instytut Ochrony Środowiska – Państwowy Instytut Badawczy (</w:t>
      </w:r>
      <w:hyperlink r:id="rId8" w:history="1">
        <w:r w:rsidR="009C4D31" w:rsidRPr="00C55C02">
          <w:rPr>
            <w:rStyle w:val="Hipercze"/>
            <w:rFonts w:ascii="Calibri" w:hAnsi="Calibri" w:cs="Arial"/>
          </w:rPr>
          <w:t>https://lista-zum.ios.edu.pl/)</w:t>
        </w:r>
      </w:hyperlink>
      <w:r w:rsidR="009C4D31">
        <w:rPr>
          <w:rFonts w:ascii="Calibri" w:hAnsi="Calibri" w:cs="Arial"/>
        </w:rPr>
        <w:t xml:space="preserve"> </w:t>
      </w:r>
      <w:r w:rsidR="00D11A68">
        <w:rPr>
          <w:rFonts w:ascii="Calibri" w:hAnsi="Calibri" w:cs="Arial"/>
        </w:rPr>
        <w:t>TAK/NIE*</w:t>
      </w:r>
      <w:r w:rsidRPr="001057E1">
        <w:rPr>
          <w:rFonts w:ascii="Calibri" w:hAnsi="Calibri" w:cs="Arial"/>
        </w:rPr>
        <w:t>.</w:t>
      </w:r>
    </w:p>
    <w:p w14:paraId="76DD5230" w14:textId="24A26D0E" w:rsidR="00504D6B" w:rsidRPr="00F2371D" w:rsidRDefault="001057E1" w:rsidP="0097609F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F2371D">
        <w:rPr>
          <w:rFonts w:ascii="Calibri" w:hAnsi="Calibri" w:cs="Arial"/>
          <w:i/>
          <w:iCs/>
          <w:sz w:val="22"/>
          <w:szCs w:val="22"/>
        </w:rPr>
        <w:t xml:space="preserve">Wykonanie przedmiotu zamówienia </w:t>
      </w:r>
      <w:r w:rsidR="00D11A68">
        <w:rPr>
          <w:rFonts w:ascii="Calibri" w:hAnsi="Calibri" w:cs="Arial"/>
          <w:i/>
          <w:iCs/>
          <w:sz w:val="22"/>
          <w:szCs w:val="22"/>
        </w:rPr>
        <w:t xml:space="preserve">z </w:t>
      </w:r>
      <w:r w:rsidR="00D11A68" w:rsidRPr="00D11A68">
        <w:rPr>
          <w:rFonts w:ascii="Calibri" w:hAnsi="Calibri" w:cs="Arial"/>
          <w:i/>
          <w:iCs/>
          <w:sz w:val="22"/>
          <w:szCs w:val="22"/>
        </w:rPr>
        <w:t>zastosowan</w:t>
      </w:r>
      <w:r w:rsidR="00D11A68">
        <w:rPr>
          <w:rFonts w:ascii="Calibri" w:hAnsi="Calibri" w:cs="Arial"/>
          <w:i/>
          <w:iCs/>
          <w:sz w:val="22"/>
          <w:szCs w:val="22"/>
        </w:rPr>
        <w:t>iem</w:t>
      </w:r>
      <w:r w:rsidR="00D11A68" w:rsidRPr="00D11A68">
        <w:rPr>
          <w:rFonts w:ascii="Calibri" w:hAnsi="Calibri" w:cs="Arial"/>
          <w:i/>
          <w:iCs/>
          <w:sz w:val="22"/>
          <w:szCs w:val="22"/>
        </w:rPr>
        <w:t xml:space="preserve"> co najmniej jed</w:t>
      </w:r>
      <w:r w:rsidR="00D11A68">
        <w:rPr>
          <w:rFonts w:ascii="Calibri" w:hAnsi="Calibri" w:cs="Arial"/>
          <w:i/>
          <w:iCs/>
          <w:sz w:val="22"/>
          <w:szCs w:val="22"/>
        </w:rPr>
        <w:t>nego</w:t>
      </w:r>
      <w:r w:rsidR="00D11A68" w:rsidRPr="00D11A68">
        <w:rPr>
          <w:rFonts w:ascii="Calibri" w:hAnsi="Calibri" w:cs="Arial"/>
          <w:i/>
          <w:iCs/>
          <w:sz w:val="22"/>
          <w:szCs w:val="22"/>
        </w:rPr>
        <w:t xml:space="preserve"> materiał</w:t>
      </w:r>
      <w:r w:rsidR="00D11A68">
        <w:rPr>
          <w:rFonts w:ascii="Calibri" w:hAnsi="Calibri" w:cs="Arial"/>
          <w:i/>
          <w:iCs/>
          <w:sz w:val="22"/>
          <w:szCs w:val="22"/>
        </w:rPr>
        <w:t>u</w:t>
      </w:r>
      <w:r w:rsidR="00D11A68" w:rsidRPr="00D11A68">
        <w:rPr>
          <w:rFonts w:ascii="Calibri" w:hAnsi="Calibri" w:cs="Arial"/>
          <w:i/>
          <w:iCs/>
          <w:sz w:val="22"/>
          <w:szCs w:val="22"/>
        </w:rPr>
        <w:t xml:space="preserve"> znajdując</w:t>
      </w:r>
      <w:r w:rsidR="00D11A68">
        <w:rPr>
          <w:rFonts w:ascii="Calibri" w:hAnsi="Calibri" w:cs="Arial"/>
          <w:i/>
          <w:iCs/>
          <w:sz w:val="22"/>
          <w:szCs w:val="22"/>
        </w:rPr>
        <w:t>ego</w:t>
      </w:r>
      <w:r w:rsidR="00D11A68" w:rsidRPr="00D11A68">
        <w:rPr>
          <w:rFonts w:ascii="Calibri" w:hAnsi="Calibri" w:cs="Arial"/>
          <w:i/>
          <w:iCs/>
          <w:sz w:val="22"/>
          <w:szCs w:val="22"/>
        </w:rPr>
        <w:t xml:space="preserve"> się na Liście Zielonych Urządzeń i Materiałów</w:t>
      </w:r>
      <w:r w:rsidRPr="00F2371D">
        <w:rPr>
          <w:rFonts w:ascii="Calibri" w:hAnsi="Calibri" w:cs="Arial"/>
          <w:i/>
          <w:iCs/>
          <w:sz w:val="22"/>
          <w:szCs w:val="22"/>
        </w:rPr>
        <w:t xml:space="preserve">  stanowi jedno z kryteriów oceny ofert</w:t>
      </w:r>
      <w:r w:rsidRPr="00F2371D">
        <w:rPr>
          <w:rFonts w:ascii="Calibri" w:hAnsi="Calibri" w:cs="Arial"/>
          <w:sz w:val="22"/>
          <w:szCs w:val="22"/>
        </w:rPr>
        <w:t>.</w:t>
      </w:r>
    </w:p>
    <w:p w14:paraId="76DD5231" w14:textId="77777777" w:rsidR="00FC3264" w:rsidRPr="003D00C4" w:rsidRDefault="00FC3264" w:rsidP="009A5CD3">
      <w:pPr>
        <w:numPr>
          <w:ilvl w:val="0"/>
          <w:numId w:val="7"/>
        </w:numPr>
        <w:tabs>
          <w:tab w:val="clear" w:pos="720"/>
        </w:tabs>
        <w:spacing w:line="276" w:lineRule="auto"/>
        <w:ind w:left="284" w:hanging="284"/>
        <w:jc w:val="both"/>
        <w:rPr>
          <w:rFonts w:ascii="Calibri" w:hAnsi="Calibri" w:cs="Arial"/>
          <w:sz w:val="22"/>
          <w:szCs w:val="22"/>
        </w:rPr>
      </w:pPr>
      <w:r w:rsidRPr="003D00C4">
        <w:rPr>
          <w:rFonts w:ascii="Calibri" w:hAnsi="Calibri" w:cs="Arial"/>
          <w:sz w:val="22"/>
          <w:szCs w:val="22"/>
        </w:rPr>
        <w:t>Oświadczamy, że akceptujemy termin realizacji zamówienia.</w:t>
      </w:r>
    </w:p>
    <w:p w14:paraId="76DD5232" w14:textId="77777777" w:rsidR="00FC3264" w:rsidRDefault="00FC3264" w:rsidP="009A5CD3">
      <w:pPr>
        <w:numPr>
          <w:ilvl w:val="0"/>
          <w:numId w:val="7"/>
        </w:numPr>
        <w:tabs>
          <w:tab w:val="clear" w:pos="720"/>
        </w:tabs>
        <w:spacing w:line="276" w:lineRule="auto"/>
        <w:ind w:left="284" w:hanging="284"/>
        <w:jc w:val="both"/>
        <w:rPr>
          <w:rFonts w:ascii="Calibri" w:hAnsi="Calibri" w:cs="Arial"/>
          <w:sz w:val="22"/>
          <w:szCs w:val="22"/>
        </w:rPr>
      </w:pPr>
      <w:r w:rsidRPr="003D00C4">
        <w:rPr>
          <w:rFonts w:ascii="Calibri" w:hAnsi="Calibri" w:cs="Arial"/>
          <w:sz w:val="22"/>
          <w:szCs w:val="22"/>
        </w:rPr>
        <w:t xml:space="preserve">Zapoznaliśmy się z </w:t>
      </w:r>
      <w:r w:rsidR="00CB2C43" w:rsidRPr="003D00C4">
        <w:rPr>
          <w:rFonts w:ascii="Calibri" w:hAnsi="Calibri" w:cs="Arial"/>
          <w:sz w:val="22"/>
          <w:szCs w:val="22"/>
        </w:rPr>
        <w:t>opisem technicznym</w:t>
      </w:r>
      <w:r w:rsidR="00E83C89">
        <w:rPr>
          <w:rFonts w:ascii="Calibri" w:hAnsi="Calibri" w:cs="Arial"/>
          <w:sz w:val="22"/>
          <w:szCs w:val="22"/>
        </w:rPr>
        <w:t>i nie wnosimy w stosunku do niego</w:t>
      </w:r>
      <w:r w:rsidRPr="003D00C4">
        <w:rPr>
          <w:rFonts w:ascii="Calibri" w:hAnsi="Calibri" w:cs="Arial"/>
          <w:sz w:val="22"/>
          <w:szCs w:val="22"/>
        </w:rPr>
        <w:t xml:space="preserve"> żadnych uwag.</w:t>
      </w:r>
    </w:p>
    <w:p w14:paraId="3FC8BEDA" w14:textId="75FFD6A5" w:rsidR="00F35D41" w:rsidRPr="00F35D41" w:rsidRDefault="00F35D41" w:rsidP="00F35D41">
      <w:pPr>
        <w:pStyle w:val="Akapitzlist"/>
        <w:numPr>
          <w:ilvl w:val="0"/>
          <w:numId w:val="7"/>
        </w:numPr>
        <w:ind w:left="0" w:firstLine="0"/>
        <w:rPr>
          <w:rFonts w:ascii="Calibri" w:hAnsi="Calibri" w:cs="Arial"/>
          <w:sz w:val="22"/>
          <w:szCs w:val="22"/>
        </w:rPr>
      </w:pPr>
      <w:r w:rsidRPr="00F35D41">
        <w:rPr>
          <w:rFonts w:ascii="Calibri" w:hAnsi="Calibri" w:cs="Arial"/>
          <w:sz w:val="22"/>
          <w:szCs w:val="22"/>
        </w:rPr>
        <w:t xml:space="preserve">Oświadczamy, że nie podlegamy wykluczeniu z postępowania o udzielenie zamówienia. </w:t>
      </w:r>
    </w:p>
    <w:p w14:paraId="76DD5233" w14:textId="77777777" w:rsidR="00FC3264" w:rsidRPr="003D00C4" w:rsidRDefault="00FC3264" w:rsidP="00490C14">
      <w:pPr>
        <w:numPr>
          <w:ilvl w:val="0"/>
          <w:numId w:val="7"/>
        </w:numPr>
        <w:tabs>
          <w:tab w:val="clear" w:pos="720"/>
        </w:tabs>
        <w:spacing w:before="60" w:after="60"/>
        <w:ind w:left="284" w:hanging="284"/>
        <w:jc w:val="both"/>
        <w:rPr>
          <w:rFonts w:ascii="Calibri" w:hAnsi="Calibri" w:cs="Arial"/>
          <w:sz w:val="22"/>
          <w:szCs w:val="22"/>
        </w:rPr>
      </w:pPr>
      <w:r w:rsidRPr="003D00C4">
        <w:rPr>
          <w:rFonts w:ascii="Calibri" w:hAnsi="Calibri" w:cs="Arial"/>
          <w:sz w:val="22"/>
          <w:szCs w:val="22"/>
        </w:rPr>
        <w:t xml:space="preserve">Oświadczamy, że uważamy się za związanych niniejszą ofertą przez </w:t>
      </w:r>
      <w:r w:rsidR="00E83C89" w:rsidRPr="004051BA">
        <w:rPr>
          <w:rFonts w:ascii="Calibri" w:hAnsi="Calibri" w:cs="Arial"/>
          <w:b/>
          <w:sz w:val="22"/>
          <w:szCs w:val="22"/>
        </w:rPr>
        <w:t>6</w:t>
      </w:r>
      <w:r w:rsidRPr="004051BA">
        <w:rPr>
          <w:rFonts w:ascii="Calibri" w:hAnsi="Calibri" w:cs="Arial"/>
          <w:b/>
          <w:sz w:val="22"/>
          <w:szCs w:val="22"/>
        </w:rPr>
        <w:t xml:space="preserve">0 </w:t>
      </w:r>
      <w:r w:rsidRPr="003D00C4">
        <w:rPr>
          <w:rFonts w:ascii="Calibri" w:hAnsi="Calibri" w:cs="Arial"/>
          <w:sz w:val="22"/>
          <w:szCs w:val="22"/>
        </w:rPr>
        <w:t>dni od upływu terminu składania ofert.</w:t>
      </w:r>
    </w:p>
    <w:p w14:paraId="76DD5234" w14:textId="77777777" w:rsidR="00FC3264" w:rsidRPr="003D00C4" w:rsidRDefault="00FC3264" w:rsidP="00D04D17">
      <w:pPr>
        <w:numPr>
          <w:ilvl w:val="0"/>
          <w:numId w:val="7"/>
        </w:numPr>
        <w:tabs>
          <w:tab w:val="clear" w:pos="720"/>
        </w:tabs>
        <w:spacing w:before="60" w:after="60"/>
        <w:ind w:left="284" w:hanging="284"/>
        <w:jc w:val="both"/>
        <w:rPr>
          <w:rFonts w:ascii="Calibri" w:hAnsi="Calibri" w:cs="Arial"/>
          <w:sz w:val="22"/>
          <w:szCs w:val="22"/>
        </w:rPr>
      </w:pPr>
      <w:r w:rsidRPr="003D00C4">
        <w:rPr>
          <w:rFonts w:ascii="Calibri" w:hAnsi="Calibri" w:cs="Arial"/>
          <w:sz w:val="22"/>
          <w:szCs w:val="22"/>
        </w:rPr>
        <w:t>Integralną częścią oferty są:</w:t>
      </w:r>
    </w:p>
    <w:p w14:paraId="76DD5235" w14:textId="77777777" w:rsidR="00FC3264" w:rsidRPr="003D00C4" w:rsidRDefault="00FC3264" w:rsidP="00D04D17">
      <w:pPr>
        <w:ind w:firstLine="425"/>
        <w:jc w:val="both"/>
        <w:rPr>
          <w:rFonts w:ascii="Calibri" w:hAnsi="Calibri" w:cs="Arial"/>
          <w:sz w:val="22"/>
          <w:szCs w:val="22"/>
        </w:rPr>
      </w:pPr>
      <w:r w:rsidRPr="003D00C4">
        <w:rPr>
          <w:rFonts w:ascii="Calibri" w:hAnsi="Calibri" w:cs="Arial"/>
          <w:sz w:val="22"/>
          <w:szCs w:val="22"/>
        </w:rPr>
        <w:t>1) ..................................................................................................................................</w:t>
      </w:r>
    </w:p>
    <w:p w14:paraId="76DD5236" w14:textId="77777777" w:rsidR="00FC3264" w:rsidRPr="003D00C4" w:rsidRDefault="00FC3264" w:rsidP="00D04D17">
      <w:pPr>
        <w:ind w:firstLine="425"/>
        <w:jc w:val="both"/>
        <w:rPr>
          <w:rFonts w:ascii="Calibri" w:hAnsi="Calibri" w:cs="Arial"/>
          <w:sz w:val="22"/>
          <w:szCs w:val="22"/>
        </w:rPr>
      </w:pPr>
      <w:r w:rsidRPr="003D00C4">
        <w:rPr>
          <w:rFonts w:ascii="Calibri" w:hAnsi="Calibri" w:cs="Arial"/>
          <w:sz w:val="22"/>
          <w:szCs w:val="22"/>
        </w:rPr>
        <w:t>2) ..................................................................................................................................</w:t>
      </w:r>
    </w:p>
    <w:p w14:paraId="76DD5238" w14:textId="7684E78A" w:rsidR="00FC3264" w:rsidRPr="003D00C4" w:rsidRDefault="00FC3264" w:rsidP="00D04D17">
      <w:pPr>
        <w:pStyle w:val="Tekstpodstawowywcity"/>
        <w:ind w:left="0" w:firstLine="0"/>
        <w:rPr>
          <w:rFonts w:ascii="Calibri" w:hAnsi="Calibri" w:cs="Arial"/>
          <w:color w:val="auto"/>
          <w:sz w:val="22"/>
          <w:szCs w:val="22"/>
        </w:rPr>
      </w:pPr>
      <w:r w:rsidRPr="003D00C4">
        <w:rPr>
          <w:rFonts w:ascii="Calibri" w:hAnsi="Calibri" w:cs="Arial"/>
          <w:color w:val="auto"/>
          <w:sz w:val="22"/>
          <w:szCs w:val="22"/>
        </w:rPr>
        <w:t xml:space="preserve">............................ dnia .......................                          .......................................................... </w:t>
      </w:r>
    </w:p>
    <w:p w14:paraId="76DD5239" w14:textId="77777777" w:rsidR="00FC3264" w:rsidRPr="003D00C4" w:rsidRDefault="00FC3264" w:rsidP="00FC3264">
      <w:pPr>
        <w:pStyle w:val="Tekstpodstawowywcity"/>
        <w:ind w:left="0" w:firstLine="4680"/>
        <w:jc w:val="center"/>
        <w:rPr>
          <w:rFonts w:ascii="Calibri" w:hAnsi="Calibri" w:cs="Arial"/>
          <w:color w:val="auto"/>
          <w:sz w:val="18"/>
          <w:szCs w:val="18"/>
        </w:rPr>
      </w:pPr>
      <w:r w:rsidRPr="003D00C4">
        <w:rPr>
          <w:rFonts w:ascii="Calibri" w:hAnsi="Calibri" w:cs="Arial"/>
          <w:color w:val="auto"/>
          <w:sz w:val="18"/>
          <w:szCs w:val="18"/>
        </w:rPr>
        <w:t>Podpis i pieczęć osoby(</w:t>
      </w:r>
      <w:proofErr w:type="spellStart"/>
      <w:r w:rsidRPr="003D00C4">
        <w:rPr>
          <w:rFonts w:ascii="Calibri" w:hAnsi="Calibri" w:cs="Arial"/>
          <w:color w:val="auto"/>
          <w:sz w:val="18"/>
          <w:szCs w:val="18"/>
        </w:rPr>
        <w:t>ób</w:t>
      </w:r>
      <w:proofErr w:type="spellEnd"/>
      <w:r w:rsidRPr="003D00C4">
        <w:rPr>
          <w:rFonts w:ascii="Calibri" w:hAnsi="Calibri" w:cs="Arial"/>
          <w:color w:val="auto"/>
          <w:sz w:val="18"/>
          <w:szCs w:val="18"/>
        </w:rPr>
        <w:t>) uprawnionej(</w:t>
      </w:r>
      <w:proofErr w:type="spellStart"/>
      <w:r w:rsidRPr="003D00C4">
        <w:rPr>
          <w:rFonts w:ascii="Calibri" w:hAnsi="Calibri" w:cs="Arial"/>
          <w:color w:val="auto"/>
          <w:sz w:val="18"/>
          <w:szCs w:val="18"/>
        </w:rPr>
        <w:t>ych</w:t>
      </w:r>
      <w:proofErr w:type="spellEnd"/>
      <w:r w:rsidRPr="003D00C4">
        <w:rPr>
          <w:rFonts w:ascii="Calibri" w:hAnsi="Calibri" w:cs="Arial"/>
          <w:color w:val="auto"/>
          <w:sz w:val="18"/>
          <w:szCs w:val="18"/>
        </w:rPr>
        <w:t>)</w:t>
      </w:r>
    </w:p>
    <w:p w14:paraId="76DD523A" w14:textId="77777777" w:rsidR="00FC3264" w:rsidRPr="003D00C4" w:rsidRDefault="00FC3264" w:rsidP="00FC3264">
      <w:pPr>
        <w:pStyle w:val="Tekstpodstawowywcity"/>
        <w:ind w:left="0" w:firstLine="4680"/>
        <w:jc w:val="center"/>
        <w:rPr>
          <w:rFonts w:ascii="Calibri" w:hAnsi="Calibri" w:cs="Arial"/>
          <w:color w:val="auto"/>
          <w:sz w:val="18"/>
          <w:szCs w:val="18"/>
        </w:rPr>
      </w:pPr>
      <w:r w:rsidRPr="003D00C4">
        <w:rPr>
          <w:rFonts w:ascii="Calibri" w:hAnsi="Calibri" w:cs="Arial"/>
          <w:color w:val="auto"/>
          <w:sz w:val="18"/>
          <w:szCs w:val="18"/>
        </w:rPr>
        <w:t xml:space="preserve">   do reprezentowania Wykonawcy</w:t>
      </w:r>
    </w:p>
    <w:p w14:paraId="76DD523B" w14:textId="77777777" w:rsidR="00FC3264" w:rsidRPr="003D00C4" w:rsidRDefault="00FC3264" w:rsidP="00A603E3">
      <w:pPr>
        <w:suppressAutoHyphens/>
        <w:ind w:right="-1"/>
        <w:jc w:val="both"/>
        <w:rPr>
          <w:rFonts w:ascii="Calibri" w:hAnsi="Calibri" w:cs="Arial"/>
          <w:i/>
          <w:sz w:val="18"/>
          <w:szCs w:val="18"/>
          <w:u w:val="single"/>
        </w:rPr>
      </w:pPr>
      <w:r w:rsidRPr="003D00C4">
        <w:rPr>
          <w:rFonts w:ascii="Calibri" w:hAnsi="Calibri" w:cs="Arial"/>
          <w:i/>
          <w:sz w:val="18"/>
          <w:szCs w:val="18"/>
          <w:u w:val="single"/>
        </w:rPr>
        <w:t>Uwaga:</w:t>
      </w:r>
    </w:p>
    <w:p w14:paraId="50991873" w14:textId="761CAFF5" w:rsidR="00376AA2" w:rsidRPr="003D00C4" w:rsidRDefault="00C10ED3" w:rsidP="00C10ED3">
      <w:pPr>
        <w:tabs>
          <w:tab w:val="num" w:pos="720"/>
        </w:tabs>
        <w:spacing w:before="120"/>
        <w:jc w:val="both"/>
        <w:rPr>
          <w:rFonts w:ascii="Calibri" w:hAnsi="Calibri" w:cs="Arial"/>
          <w:sz w:val="18"/>
          <w:szCs w:val="18"/>
        </w:rPr>
      </w:pPr>
      <w:r w:rsidRPr="003D00C4">
        <w:rPr>
          <w:rFonts w:ascii="Calibri" w:hAnsi="Calibri" w:cs="Arial"/>
          <w:sz w:val="18"/>
          <w:szCs w:val="18"/>
        </w:rPr>
        <w:t>* niewłaściwe skreślić</w:t>
      </w:r>
    </w:p>
    <w:sectPr w:rsidR="00376AA2" w:rsidRPr="003D00C4" w:rsidSect="0099201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1152" w:bottom="426" w:left="1152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3F94A5" w14:textId="77777777" w:rsidR="00F808FE" w:rsidRDefault="00F808FE">
      <w:r>
        <w:separator/>
      </w:r>
    </w:p>
  </w:endnote>
  <w:endnote w:type="continuationSeparator" w:id="0">
    <w:p w14:paraId="334A71EF" w14:textId="77777777" w:rsidR="00F808FE" w:rsidRDefault="00F80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1DA67D" w14:textId="77777777" w:rsidR="00E776E9" w:rsidRDefault="00E776E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80000E" w14:textId="77777777" w:rsidR="00E776E9" w:rsidRDefault="00E776E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530AB" w14:textId="77777777" w:rsidR="00E776E9" w:rsidRDefault="00E776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A72A3A" w14:textId="77777777" w:rsidR="00F808FE" w:rsidRDefault="00F808FE">
      <w:r>
        <w:separator/>
      </w:r>
    </w:p>
  </w:footnote>
  <w:footnote w:type="continuationSeparator" w:id="0">
    <w:p w14:paraId="71F56F89" w14:textId="77777777" w:rsidR="00F808FE" w:rsidRDefault="00F808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AB0E77" w14:textId="77777777" w:rsidR="00E776E9" w:rsidRDefault="00E776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D5241" w14:textId="3391E475" w:rsidR="000F1C8F" w:rsidRDefault="00E776E9">
    <w:pPr>
      <w:pStyle w:val="Nagwek"/>
    </w:pPr>
    <w:r>
      <w:rPr>
        <w:noProof/>
      </w:rPr>
      <w:drawing>
        <wp:anchor distT="0" distB="0" distL="114300" distR="114300" simplePos="0" relativeHeight="251659264" behindDoc="1" locked="1" layoutInCell="1" allowOverlap="1" wp14:anchorId="7EF61898" wp14:editId="242FA713">
          <wp:simplePos x="0" y="0"/>
          <wp:positionH relativeFrom="margin">
            <wp:posOffset>-254000</wp:posOffset>
          </wp:positionH>
          <wp:positionV relativeFrom="paragraph">
            <wp:posOffset>-426085</wp:posOffset>
          </wp:positionV>
          <wp:extent cx="6173470" cy="798830"/>
          <wp:effectExtent l="0" t="0" r="0" b="1270"/>
          <wp:wrapNone/>
          <wp:docPr id="637843863" name="Obraz 3" descr="Obraz zawierający tekst, Czcionka, biały, czarne i białe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7843863" name="Obraz 3" descr="Obraz zawierający tekst, Czcionka, biały, czarne i białe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3470" cy="798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D75BA7" w14:textId="77777777" w:rsidR="00E776E9" w:rsidRDefault="00E776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14A8F52A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"/>
      <w:lvlJc w:val="left"/>
      <w:pPr>
        <w:tabs>
          <w:tab w:val="num" w:pos="680"/>
        </w:tabs>
        <w:ind w:left="680" w:hanging="396"/>
      </w:pPr>
    </w:lvl>
    <w:lvl w:ilvl="2">
      <w:start w:val="1"/>
      <w:numFmt w:val="lowerLetter"/>
      <w:lvlText w:val="%3)"/>
      <w:lvlJc w:val="left"/>
      <w:pPr>
        <w:tabs>
          <w:tab w:val="num" w:pos="1021"/>
        </w:tabs>
        <w:ind w:left="1021" w:hanging="453"/>
      </w:pPr>
    </w:lvl>
    <w:lvl w:ilvl="3">
      <w:start w:val="1"/>
      <w:numFmt w:val="bullet"/>
      <w:lvlText w:val=""/>
      <w:lvlJc w:val="left"/>
      <w:pPr>
        <w:tabs>
          <w:tab w:val="num" w:pos="1361"/>
        </w:tabs>
        <w:ind w:left="1361" w:hanging="510"/>
      </w:pPr>
      <w:rPr>
        <w:rFonts w:ascii="Symbol" w:hAnsi="Symbol"/>
        <w:color w:val="auto"/>
      </w:rPr>
    </w:lvl>
    <w:lvl w:ilvl="4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/>
        <w:color w:val="auto"/>
      </w:rPr>
    </w:lvl>
    <w:lvl w:ilvl="5">
      <w:start w:val="1"/>
      <w:numFmt w:val="none"/>
      <w:suff w:val="nothing"/>
      <w:lvlText w:val=""/>
      <w:lvlJc w:val="left"/>
      <w:pPr>
        <w:tabs>
          <w:tab w:val="num" w:pos="680"/>
        </w:tabs>
        <w:ind w:left="680" w:hanging="396"/>
      </w:pPr>
    </w:lvl>
    <w:lvl w:ilvl="6">
      <w:start w:val="1"/>
      <w:numFmt w:val="none"/>
      <w:suff w:val="nothing"/>
      <w:lvlText w:val=""/>
      <w:lvlJc w:val="left"/>
      <w:pPr>
        <w:tabs>
          <w:tab w:val="num" w:pos="1701"/>
        </w:tabs>
        <w:ind w:left="1701" w:hanging="567"/>
      </w:pPr>
    </w:lvl>
    <w:lvl w:ilvl="7">
      <w:start w:val="1"/>
      <w:numFmt w:val="decimal"/>
      <w:lvlText w:val="%8)"/>
      <w:lvlJc w:val="left"/>
      <w:pPr>
        <w:tabs>
          <w:tab w:val="num" w:pos="1021"/>
        </w:tabs>
        <w:ind w:left="1021" w:hanging="454"/>
      </w:pPr>
    </w:lvl>
    <w:lvl w:ilvl="8">
      <w:start w:val="1"/>
      <w:numFmt w:val="lowerLetter"/>
      <w:lvlText w:val="%9)"/>
      <w:lvlJc w:val="left"/>
      <w:pPr>
        <w:tabs>
          <w:tab w:val="num" w:pos="1361"/>
        </w:tabs>
        <w:ind w:left="1361" w:hanging="510"/>
      </w:pPr>
    </w:lvl>
  </w:abstractNum>
  <w:abstractNum w:abstractNumId="1" w15:restartNumberingAfterBreak="0">
    <w:nsid w:val="02274B05"/>
    <w:multiLevelType w:val="hybridMultilevel"/>
    <w:tmpl w:val="DFF40EA4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21A3E"/>
    <w:multiLevelType w:val="hybridMultilevel"/>
    <w:tmpl w:val="49B64126"/>
    <w:lvl w:ilvl="0" w:tplc="8C5C20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7820A7"/>
    <w:multiLevelType w:val="hybridMultilevel"/>
    <w:tmpl w:val="0D4EBA36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C61DCD"/>
    <w:multiLevelType w:val="hybridMultilevel"/>
    <w:tmpl w:val="2DA6983E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EC1545"/>
    <w:multiLevelType w:val="hybridMultilevel"/>
    <w:tmpl w:val="6174F408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3909F8"/>
    <w:multiLevelType w:val="hybridMultilevel"/>
    <w:tmpl w:val="2BF24830"/>
    <w:lvl w:ilvl="0" w:tplc="BB4CEF62">
      <w:start w:val="1"/>
      <w:numFmt w:val="bullet"/>
      <w:lvlText w:val=""/>
      <w:lvlJc w:val="left"/>
      <w:pPr>
        <w:ind w:left="92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3" w:hanging="360"/>
      </w:pPr>
      <w:rPr>
        <w:rFonts w:ascii="Wingdings" w:hAnsi="Wingdings" w:hint="default"/>
      </w:rPr>
    </w:lvl>
  </w:abstractNum>
  <w:abstractNum w:abstractNumId="7" w15:restartNumberingAfterBreak="0">
    <w:nsid w:val="30A737A1"/>
    <w:multiLevelType w:val="hybridMultilevel"/>
    <w:tmpl w:val="B2F032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4D00E6"/>
    <w:multiLevelType w:val="hybridMultilevel"/>
    <w:tmpl w:val="B1A48882"/>
    <w:lvl w:ilvl="0" w:tplc="8C5C20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1505A51"/>
    <w:multiLevelType w:val="hybridMultilevel"/>
    <w:tmpl w:val="B2F032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9724D99"/>
    <w:multiLevelType w:val="hybridMultilevel"/>
    <w:tmpl w:val="E6EEFDA8"/>
    <w:lvl w:ilvl="0" w:tplc="9F4229E0">
      <w:start w:val="2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ABECECA0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9A80382"/>
    <w:multiLevelType w:val="hybridMultilevel"/>
    <w:tmpl w:val="E36EB4F8"/>
    <w:lvl w:ilvl="0" w:tplc="0BE00DE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2F6A70"/>
    <w:multiLevelType w:val="hybridMultilevel"/>
    <w:tmpl w:val="B1A48882"/>
    <w:lvl w:ilvl="0" w:tplc="8C5C20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FB2267"/>
    <w:multiLevelType w:val="hybridMultilevel"/>
    <w:tmpl w:val="CAD4B132"/>
    <w:lvl w:ilvl="0" w:tplc="D77AF5D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80B0115"/>
    <w:multiLevelType w:val="hybridMultilevel"/>
    <w:tmpl w:val="B2F032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8911696"/>
    <w:multiLevelType w:val="hybridMultilevel"/>
    <w:tmpl w:val="7ECCCFBE"/>
    <w:lvl w:ilvl="0" w:tplc="04150001">
      <w:start w:val="1"/>
      <w:numFmt w:val="bullet"/>
      <w:lvlText w:val=""/>
      <w:lvlJc w:val="left"/>
      <w:pPr>
        <w:tabs>
          <w:tab w:val="num" w:pos="1072"/>
        </w:tabs>
        <w:ind w:left="1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2"/>
        </w:tabs>
        <w:ind w:left="1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2"/>
        </w:tabs>
        <w:ind w:left="2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2"/>
        </w:tabs>
        <w:ind w:left="3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2"/>
        </w:tabs>
        <w:ind w:left="3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2"/>
        </w:tabs>
        <w:ind w:left="4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2"/>
        </w:tabs>
        <w:ind w:left="5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2"/>
        </w:tabs>
        <w:ind w:left="6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2"/>
        </w:tabs>
        <w:ind w:left="6832" w:hanging="360"/>
      </w:pPr>
      <w:rPr>
        <w:rFonts w:ascii="Wingdings" w:hAnsi="Wingdings" w:hint="default"/>
      </w:rPr>
    </w:lvl>
  </w:abstractNum>
  <w:abstractNum w:abstractNumId="16" w15:restartNumberingAfterBreak="0">
    <w:nsid w:val="79AB70B2"/>
    <w:multiLevelType w:val="hybridMultilevel"/>
    <w:tmpl w:val="B2F032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B4C626D"/>
    <w:multiLevelType w:val="hybridMultilevel"/>
    <w:tmpl w:val="A1AA8462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235508">
    <w:abstractNumId w:val="7"/>
  </w:num>
  <w:num w:numId="2" w16cid:durableId="707068189">
    <w:abstractNumId w:val="15"/>
  </w:num>
  <w:num w:numId="3" w16cid:durableId="1590693044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65698863">
    <w:abstractNumId w:val="13"/>
  </w:num>
  <w:num w:numId="5" w16cid:durableId="12069149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88466668">
    <w:abstractNumId w:val="11"/>
  </w:num>
  <w:num w:numId="7" w16cid:durableId="1285161977">
    <w:abstractNumId w:val="2"/>
  </w:num>
  <w:num w:numId="8" w16cid:durableId="543953165">
    <w:abstractNumId w:val="14"/>
  </w:num>
  <w:num w:numId="9" w16cid:durableId="2049138485">
    <w:abstractNumId w:val="9"/>
  </w:num>
  <w:num w:numId="10" w16cid:durableId="916983996">
    <w:abstractNumId w:val="16"/>
  </w:num>
  <w:num w:numId="11" w16cid:durableId="940835629">
    <w:abstractNumId w:val="6"/>
  </w:num>
  <w:num w:numId="12" w16cid:durableId="835145840">
    <w:abstractNumId w:val="0"/>
  </w:num>
  <w:num w:numId="13" w16cid:durableId="646593374">
    <w:abstractNumId w:val="8"/>
  </w:num>
  <w:num w:numId="14" w16cid:durableId="1231817241">
    <w:abstractNumId w:val="12"/>
  </w:num>
  <w:num w:numId="15" w16cid:durableId="124985317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13846844">
    <w:abstractNumId w:val="4"/>
  </w:num>
  <w:num w:numId="17" w16cid:durableId="340473477">
    <w:abstractNumId w:val="1"/>
  </w:num>
  <w:num w:numId="18" w16cid:durableId="1292205347">
    <w:abstractNumId w:val="3"/>
  </w:num>
  <w:num w:numId="19" w16cid:durableId="433591978">
    <w:abstractNumId w:val="17"/>
  </w:num>
  <w:num w:numId="20" w16cid:durableId="95259076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789725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1216877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2DC3"/>
    <w:rsid w:val="00005605"/>
    <w:rsid w:val="00007DA4"/>
    <w:rsid w:val="00012A94"/>
    <w:rsid w:val="00020157"/>
    <w:rsid w:val="00025E5B"/>
    <w:rsid w:val="000319E1"/>
    <w:rsid w:val="00033DDB"/>
    <w:rsid w:val="000342C8"/>
    <w:rsid w:val="00037336"/>
    <w:rsid w:val="0003788C"/>
    <w:rsid w:val="00042286"/>
    <w:rsid w:val="00050DDC"/>
    <w:rsid w:val="00053DF6"/>
    <w:rsid w:val="000755B3"/>
    <w:rsid w:val="000763F5"/>
    <w:rsid w:val="00083C11"/>
    <w:rsid w:val="000952DE"/>
    <w:rsid w:val="000A60E9"/>
    <w:rsid w:val="000B0AFD"/>
    <w:rsid w:val="000D5AE6"/>
    <w:rsid w:val="000D6636"/>
    <w:rsid w:val="000D6FB1"/>
    <w:rsid w:val="000E3366"/>
    <w:rsid w:val="000E5229"/>
    <w:rsid w:val="000E5DE0"/>
    <w:rsid w:val="000F1C8F"/>
    <w:rsid w:val="000F5353"/>
    <w:rsid w:val="0010272D"/>
    <w:rsid w:val="00102A52"/>
    <w:rsid w:val="001057E1"/>
    <w:rsid w:val="001275DB"/>
    <w:rsid w:val="001432EE"/>
    <w:rsid w:val="0015512D"/>
    <w:rsid w:val="001610F7"/>
    <w:rsid w:val="00162167"/>
    <w:rsid w:val="00182727"/>
    <w:rsid w:val="00185185"/>
    <w:rsid w:val="0019040D"/>
    <w:rsid w:val="00195181"/>
    <w:rsid w:val="00195AB0"/>
    <w:rsid w:val="001B7054"/>
    <w:rsid w:val="001B7EA7"/>
    <w:rsid w:val="001C4CAB"/>
    <w:rsid w:val="001D4C35"/>
    <w:rsid w:val="001D685A"/>
    <w:rsid w:val="001E1F7F"/>
    <w:rsid w:val="001E57F5"/>
    <w:rsid w:val="001E653F"/>
    <w:rsid w:val="00201790"/>
    <w:rsid w:val="00205C56"/>
    <w:rsid w:val="00224F5E"/>
    <w:rsid w:val="0025584E"/>
    <w:rsid w:val="00280597"/>
    <w:rsid w:val="00281506"/>
    <w:rsid w:val="00287464"/>
    <w:rsid w:val="002B226E"/>
    <w:rsid w:val="002B3950"/>
    <w:rsid w:val="002C35D2"/>
    <w:rsid w:val="002E0D86"/>
    <w:rsid w:val="002E4A50"/>
    <w:rsid w:val="002E5709"/>
    <w:rsid w:val="002E6266"/>
    <w:rsid w:val="002E7F6B"/>
    <w:rsid w:val="002F7A26"/>
    <w:rsid w:val="002F7D11"/>
    <w:rsid w:val="00301664"/>
    <w:rsid w:val="00303FBE"/>
    <w:rsid w:val="003046A1"/>
    <w:rsid w:val="00317D5E"/>
    <w:rsid w:val="0034437F"/>
    <w:rsid w:val="00345913"/>
    <w:rsid w:val="003461B4"/>
    <w:rsid w:val="00372395"/>
    <w:rsid w:val="00374BA8"/>
    <w:rsid w:val="00376AA2"/>
    <w:rsid w:val="00376EE0"/>
    <w:rsid w:val="00380C58"/>
    <w:rsid w:val="00386A94"/>
    <w:rsid w:val="00387258"/>
    <w:rsid w:val="00387C40"/>
    <w:rsid w:val="003C1889"/>
    <w:rsid w:val="003D00C4"/>
    <w:rsid w:val="003D239C"/>
    <w:rsid w:val="003D3F9C"/>
    <w:rsid w:val="003E11CA"/>
    <w:rsid w:val="003E742C"/>
    <w:rsid w:val="00401758"/>
    <w:rsid w:val="004051BA"/>
    <w:rsid w:val="004205FB"/>
    <w:rsid w:val="00424DBF"/>
    <w:rsid w:val="004308D0"/>
    <w:rsid w:val="00436777"/>
    <w:rsid w:val="00442697"/>
    <w:rsid w:val="00444DD7"/>
    <w:rsid w:val="00446CDF"/>
    <w:rsid w:val="004605CF"/>
    <w:rsid w:val="00475359"/>
    <w:rsid w:val="00482D45"/>
    <w:rsid w:val="00490C14"/>
    <w:rsid w:val="004A2329"/>
    <w:rsid w:val="004A4FB9"/>
    <w:rsid w:val="004A620C"/>
    <w:rsid w:val="004B07B3"/>
    <w:rsid w:val="004B2447"/>
    <w:rsid w:val="004C11E6"/>
    <w:rsid w:val="004E2A78"/>
    <w:rsid w:val="004E3D3D"/>
    <w:rsid w:val="004E3E88"/>
    <w:rsid w:val="004E44C5"/>
    <w:rsid w:val="004F1E7D"/>
    <w:rsid w:val="004F26B8"/>
    <w:rsid w:val="004F5889"/>
    <w:rsid w:val="004F6760"/>
    <w:rsid w:val="00504D6B"/>
    <w:rsid w:val="00511FB1"/>
    <w:rsid w:val="00514E3F"/>
    <w:rsid w:val="00517B20"/>
    <w:rsid w:val="005206D8"/>
    <w:rsid w:val="005231F8"/>
    <w:rsid w:val="005249D0"/>
    <w:rsid w:val="00535E25"/>
    <w:rsid w:val="005400AE"/>
    <w:rsid w:val="00542C67"/>
    <w:rsid w:val="00544F8D"/>
    <w:rsid w:val="00552106"/>
    <w:rsid w:val="00576CF6"/>
    <w:rsid w:val="00581DC8"/>
    <w:rsid w:val="005845B4"/>
    <w:rsid w:val="0058563F"/>
    <w:rsid w:val="00585FF8"/>
    <w:rsid w:val="00593E99"/>
    <w:rsid w:val="00594F0E"/>
    <w:rsid w:val="005A67E5"/>
    <w:rsid w:val="005B273E"/>
    <w:rsid w:val="005B609E"/>
    <w:rsid w:val="005B6732"/>
    <w:rsid w:val="005D12EC"/>
    <w:rsid w:val="005D22E7"/>
    <w:rsid w:val="005D237A"/>
    <w:rsid w:val="005D2938"/>
    <w:rsid w:val="005D31E2"/>
    <w:rsid w:val="005E2CA2"/>
    <w:rsid w:val="005E5ECD"/>
    <w:rsid w:val="00611318"/>
    <w:rsid w:val="00611DFD"/>
    <w:rsid w:val="00642B60"/>
    <w:rsid w:val="00654ED8"/>
    <w:rsid w:val="00665EED"/>
    <w:rsid w:val="00674268"/>
    <w:rsid w:val="00675F31"/>
    <w:rsid w:val="006800DB"/>
    <w:rsid w:val="006A5549"/>
    <w:rsid w:val="006B2DC0"/>
    <w:rsid w:val="006D0492"/>
    <w:rsid w:val="006D4FE1"/>
    <w:rsid w:val="006E77F2"/>
    <w:rsid w:val="00701C9C"/>
    <w:rsid w:val="00705F02"/>
    <w:rsid w:val="00711430"/>
    <w:rsid w:val="00722928"/>
    <w:rsid w:val="00730BE9"/>
    <w:rsid w:val="00732A9D"/>
    <w:rsid w:val="007419A4"/>
    <w:rsid w:val="00750B6A"/>
    <w:rsid w:val="00760868"/>
    <w:rsid w:val="00780827"/>
    <w:rsid w:val="00780A5E"/>
    <w:rsid w:val="0078632E"/>
    <w:rsid w:val="00790ED2"/>
    <w:rsid w:val="007934EA"/>
    <w:rsid w:val="00794AB6"/>
    <w:rsid w:val="00797DCE"/>
    <w:rsid w:val="007A74E3"/>
    <w:rsid w:val="007A7C6C"/>
    <w:rsid w:val="007B1C20"/>
    <w:rsid w:val="007B2217"/>
    <w:rsid w:val="007B76C8"/>
    <w:rsid w:val="007E448B"/>
    <w:rsid w:val="007E632C"/>
    <w:rsid w:val="0080060D"/>
    <w:rsid w:val="00806D77"/>
    <w:rsid w:val="008123DB"/>
    <w:rsid w:val="00813644"/>
    <w:rsid w:val="00814FF3"/>
    <w:rsid w:val="0081678D"/>
    <w:rsid w:val="00817200"/>
    <w:rsid w:val="00826484"/>
    <w:rsid w:val="00836369"/>
    <w:rsid w:val="00847D0A"/>
    <w:rsid w:val="008702B8"/>
    <w:rsid w:val="00874358"/>
    <w:rsid w:val="008916C8"/>
    <w:rsid w:val="00897238"/>
    <w:rsid w:val="008A1271"/>
    <w:rsid w:val="008A4B3A"/>
    <w:rsid w:val="008B0C90"/>
    <w:rsid w:val="008B3EDA"/>
    <w:rsid w:val="008D1204"/>
    <w:rsid w:val="008D336C"/>
    <w:rsid w:val="008D3E4A"/>
    <w:rsid w:val="008D7283"/>
    <w:rsid w:val="008E3BDF"/>
    <w:rsid w:val="008F0BCC"/>
    <w:rsid w:val="008F1F19"/>
    <w:rsid w:val="008F230E"/>
    <w:rsid w:val="00903E24"/>
    <w:rsid w:val="0091141A"/>
    <w:rsid w:val="00914232"/>
    <w:rsid w:val="00925D37"/>
    <w:rsid w:val="00933F2D"/>
    <w:rsid w:val="00941F7F"/>
    <w:rsid w:val="00952D9A"/>
    <w:rsid w:val="009534E6"/>
    <w:rsid w:val="00960C3F"/>
    <w:rsid w:val="00962DC3"/>
    <w:rsid w:val="00965CDC"/>
    <w:rsid w:val="00975ADE"/>
    <w:rsid w:val="0097609F"/>
    <w:rsid w:val="0099201E"/>
    <w:rsid w:val="009A4C6A"/>
    <w:rsid w:val="009A5CD3"/>
    <w:rsid w:val="009A6A6D"/>
    <w:rsid w:val="009A7C7E"/>
    <w:rsid w:val="009C4D31"/>
    <w:rsid w:val="009D1E1C"/>
    <w:rsid w:val="009D3AF3"/>
    <w:rsid w:val="009E0813"/>
    <w:rsid w:val="009E3ECC"/>
    <w:rsid w:val="009E4572"/>
    <w:rsid w:val="009F2A67"/>
    <w:rsid w:val="00A07937"/>
    <w:rsid w:val="00A07DB9"/>
    <w:rsid w:val="00A135E5"/>
    <w:rsid w:val="00A15CA2"/>
    <w:rsid w:val="00A260A4"/>
    <w:rsid w:val="00A2720F"/>
    <w:rsid w:val="00A47300"/>
    <w:rsid w:val="00A517CC"/>
    <w:rsid w:val="00A5351C"/>
    <w:rsid w:val="00A603E3"/>
    <w:rsid w:val="00A62CDE"/>
    <w:rsid w:val="00A642EE"/>
    <w:rsid w:val="00A70500"/>
    <w:rsid w:val="00A74C3E"/>
    <w:rsid w:val="00A7503A"/>
    <w:rsid w:val="00A8531E"/>
    <w:rsid w:val="00A8595F"/>
    <w:rsid w:val="00A86F3D"/>
    <w:rsid w:val="00AA1B53"/>
    <w:rsid w:val="00AA22E3"/>
    <w:rsid w:val="00AA285E"/>
    <w:rsid w:val="00AB41C5"/>
    <w:rsid w:val="00AB79FF"/>
    <w:rsid w:val="00AC5AE8"/>
    <w:rsid w:val="00AE19E3"/>
    <w:rsid w:val="00AE5C50"/>
    <w:rsid w:val="00AF197C"/>
    <w:rsid w:val="00B02557"/>
    <w:rsid w:val="00B15E29"/>
    <w:rsid w:val="00B176DC"/>
    <w:rsid w:val="00B33047"/>
    <w:rsid w:val="00B43679"/>
    <w:rsid w:val="00B479B9"/>
    <w:rsid w:val="00B6007F"/>
    <w:rsid w:val="00B708B8"/>
    <w:rsid w:val="00B9310B"/>
    <w:rsid w:val="00BA1E58"/>
    <w:rsid w:val="00BA5DF7"/>
    <w:rsid w:val="00BA62EB"/>
    <w:rsid w:val="00BA72CA"/>
    <w:rsid w:val="00BB3895"/>
    <w:rsid w:val="00BD09AF"/>
    <w:rsid w:val="00BD1B9F"/>
    <w:rsid w:val="00BD2EF1"/>
    <w:rsid w:val="00BD5023"/>
    <w:rsid w:val="00BD5BA3"/>
    <w:rsid w:val="00BD65F2"/>
    <w:rsid w:val="00BE5E3B"/>
    <w:rsid w:val="00BF5965"/>
    <w:rsid w:val="00C10ED3"/>
    <w:rsid w:val="00C11DD0"/>
    <w:rsid w:val="00C1549C"/>
    <w:rsid w:val="00C26503"/>
    <w:rsid w:val="00C3055C"/>
    <w:rsid w:val="00C3691B"/>
    <w:rsid w:val="00C4453B"/>
    <w:rsid w:val="00C44659"/>
    <w:rsid w:val="00C463DD"/>
    <w:rsid w:val="00C46414"/>
    <w:rsid w:val="00C5092E"/>
    <w:rsid w:val="00C64A0E"/>
    <w:rsid w:val="00C66BE5"/>
    <w:rsid w:val="00C71EA7"/>
    <w:rsid w:val="00C73A62"/>
    <w:rsid w:val="00C800E3"/>
    <w:rsid w:val="00C86ED6"/>
    <w:rsid w:val="00C971CC"/>
    <w:rsid w:val="00C97D9E"/>
    <w:rsid w:val="00CA367D"/>
    <w:rsid w:val="00CA4D1F"/>
    <w:rsid w:val="00CA5E7C"/>
    <w:rsid w:val="00CB2C43"/>
    <w:rsid w:val="00CB3479"/>
    <w:rsid w:val="00CC000C"/>
    <w:rsid w:val="00CE0DE3"/>
    <w:rsid w:val="00CE2B71"/>
    <w:rsid w:val="00CE5783"/>
    <w:rsid w:val="00CE64F1"/>
    <w:rsid w:val="00D04D17"/>
    <w:rsid w:val="00D04F9D"/>
    <w:rsid w:val="00D07521"/>
    <w:rsid w:val="00D11A68"/>
    <w:rsid w:val="00D2045A"/>
    <w:rsid w:val="00D2266A"/>
    <w:rsid w:val="00D34C32"/>
    <w:rsid w:val="00D405FC"/>
    <w:rsid w:val="00D42999"/>
    <w:rsid w:val="00D67CC0"/>
    <w:rsid w:val="00D74B05"/>
    <w:rsid w:val="00D80B1C"/>
    <w:rsid w:val="00D97D17"/>
    <w:rsid w:val="00DB00C3"/>
    <w:rsid w:val="00DB7E4D"/>
    <w:rsid w:val="00DC42DD"/>
    <w:rsid w:val="00DD6849"/>
    <w:rsid w:val="00DF0AF4"/>
    <w:rsid w:val="00DF1D8D"/>
    <w:rsid w:val="00E02D4F"/>
    <w:rsid w:val="00E17850"/>
    <w:rsid w:val="00E21F2A"/>
    <w:rsid w:val="00E22CDA"/>
    <w:rsid w:val="00E31B06"/>
    <w:rsid w:val="00E40871"/>
    <w:rsid w:val="00E4388C"/>
    <w:rsid w:val="00E47135"/>
    <w:rsid w:val="00E47EEF"/>
    <w:rsid w:val="00E62D16"/>
    <w:rsid w:val="00E62EA3"/>
    <w:rsid w:val="00E66777"/>
    <w:rsid w:val="00E72F6A"/>
    <w:rsid w:val="00E745DA"/>
    <w:rsid w:val="00E776E9"/>
    <w:rsid w:val="00E83C89"/>
    <w:rsid w:val="00EB56B1"/>
    <w:rsid w:val="00EB58A6"/>
    <w:rsid w:val="00EB6C35"/>
    <w:rsid w:val="00EC24E3"/>
    <w:rsid w:val="00ED0040"/>
    <w:rsid w:val="00ED2131"/>
    <w:rsid w:val="00EF2146"/>
    <w:rsid w:val="00EF694E"/>
    <w:rsid w:val="00F02B6F"/>
    <w:rsid w:val="00F074B1"/>
    <w:rsid w:val="00F1419A"/>
    <w:rsid w:val="00F17EC5"/>
    <w:rsid w:val="00F2371D"/>
    <w:rsid w:val="00F25D5D"/>
    <w:rsid w:val="00F25F9E"/>
    <w:rsid w:val="00F343D6"/>
    <w:rsid w:val="00F35D41"/>
    <w:rsid w:val="00F37758"/>
    <w:rsid w:val="00F4170A"/>
    <w:rsid w:val="00F47303"/>
    <w:rsid w:val="00F54F9E"/>
    <w:rsid w:val="00F76453"/>
    <w:rsid w:val="00F808FE"/>
    <w:rsid w:val="00F84460"/>
    <w:rsid w:val="00F87FEA"/>
    <w:rsid w:val="00F9190C"/>
    <w:rsid w:val="00FA527E"/>
    <w:rsid w:val="00FA619F"/>
    <w:rsid w:val="00FB3349"/>
    <w:rsid w:val="00FB6067"/>
    <w:rsid w:val="00FC3264"/>
    <w:rsid w:val="00FD33B0"/>
    <w:rsid w:val="00FD4145"/>
    <w:rsid w:val="00FE29F0"/>
    <w:rsid w:val="00FF1F44"/>
    <w:rsid w:val="00FF37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DD5214"/>
  <w15:docId w15:val="{C4F739BC-FEB9-4E01-9F33-3E5585BD4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B2217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4F588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6">
    <w:name w:val="heading 6"/>
    <w:basedOn w:val="Normalny"/>
    <w:next w:val="Normalny"/>
    <w:qFormat/>
    <w:rsid w:val="007B2217"/>
    <w:pPr>
      <w:suppressAutoHyphens/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ascii="Arial" w:hAnsi="Arial"/>
      <w:i/>
      <w:spacing w:val="8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7B2217"/>
    <w:rPr>
      <w:rFonts w:ascii="Courier New" w:hAnsi="Courier New"/>
      <w:sz w:val="20"/>
      <w:szCs w:val="20"/>
    </w:rPr>
  </w:style>
  <w:style w:type="paragraph" w:styleId="Tekstpodstawowy">
    <w:name w:val="Body Text"/>
    <w:basedOn w:val="Normalny"/>
    <w:link w:val="TekstpodstawowyZnak"/>
    <w:rsid w:val="007B2217"/>
    <w:pPr>
      <w:ind w:right="-648"/>
      <w:jc w:val="both"/>
    </w:pPr>
  </w:style>
  <w:style w:type="paragraph" w:styleId="Tekstpodstawowywcity">
    <w:name w:val="Body Text Indent"/>
    <w:basedOn w:val="Normalny"/>
    <w:link w:val="TekstpodstawowywcityZnak"/>
    <w:rsid w:val="007B2217"/>
    <w:pPr>
      <w:widowControl w:val="0"/>
      <w:suppressAutoHyphens/>
      <w:ind w:left="737" w:hanging="397"/>
    </w:pPr>
    <w:rPr>
      <w:color w:val="000080"/>
      <w:sz w:val="26"/>
      <w:szCs w:val="20"/>
    </w:rPr>
  </w:style>
  <w:style w:type="paragraph" w:customStyle="1" w:styleId="Listownik">
    <w:name w:val="Listownik"/>
    <w:basedOn w:val="Normalny"/>
    <w:rsid w:val="007B2217"/>
    <w:rPr>
      <w:rFonts w:ascii="Arial" w:hAnsi="Arial"/>
      <w:sz w:val="22"/>
      <w:szCs w:val="20"/>
    </w:rPr>
  </w:style>
  <w:style w:type="paragraph" w:customStyle="1" w:styleId="Zwykytekst0">
    <w:name w:val="Zwyk?y tekst"/>
    <w:basedOn w:val="Normalny"/>
    <w:rsid w:val="007B2217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Tekstpodstawowy2">
    <w:name w:val="Body Text 2"/>
    <w:basedOn w:val="Normalny"/>
    <w:rsid w:val="007B2217"/>
    <w:rPr>
      <w:rFonts w:ascii="Arial" w:hAnsi="Arial" w:cs="Arial"/>
      <w:spacing w:val="8"/>
      <w:sz w:val="18"/>
      <w:szCs w:val="20"/>
    </w:rPr>
  </w:style>
  <w:style w:type="paragraph" w:styleId="Nagwek">
    <w:name w:val="header"/>
    <w:basedOn w:val="Normalny"/>
    <w:rsid w:val="00F074B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F074B1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CE64F1"/>
    <w:pPr>
      <w:ind w:left="708"/>
    </w:pPr>
  </w:style>
  <w:style w:type="character" w:customStyle="1" w:styleId="ZwykytekstZnak">
    <w:name w:val="Zwykły tekst Znak"/>
    <w:link w:val="Zwykytekst"/>
    <w:rsid w:val="00A5351C"/>
    <w:rPr>
      <w:rFonts w:ascii="Courier New" w:hAnsi="Courier New" w:cs="Courier New"/>
    </w:rPr>
  </w:style>
  <w:style w:type="character" w:customStyle="1" w:styleId="TekstpodstawowyZnak">
    <w:name w:val="Tekst podstawowy Znak"/>
    <w:link w:val="Tekstpodstawowy"/>
    <w:rsid w:val="002E7F6B"/>
    <w:rPr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2E7F6B"/>
    <w:rPr>
      <w:color w:val="000080"/>
      <w:sz w:val="26"/>
    </w:rPr>
  </w:style>
  <w:style w:type="character" w:customStyle="1" w:styleId="Nagwek2Znak">
    <w:name w:val="Nagłówek 2 Znak"/>
    <w:link w:val="Nagwek2"/>
    <w:semiHidden/>
    <w:rsid w:val="004F588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rsid w:val="00CE0DE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CE0DE3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rsid w:val="00374BA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374BA8"/>
    <w:rPr>
      <w:sz w:val="16"/>
      <w:szCs w:val="16"/>
    </w:rPr>
  </w:style>
  <w:style w:type="character" w:styleId="Hipercze">
    <w:name w:val="Hyperlink"/>
    <w:basedOn w:val="Domylnaczcionkaakapitu"/>
    <w:unhideWhenUsed/>
    <w:rsid w:val="009C4D3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4D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958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sta-zum.ios.edu.pl/)*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rlcze.ADM\USTAWI~1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CFB494-60B8-46D3-B960-27C2A16F4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36</TotalTime>
  <Pages>1</Pages>
  <Words>444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Specyfikacji</vt:lpstr>
    </vt:vector>
  </TitlesOfParts>
  <Company>EGC</Company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Specyfikacji</dc:title>
  <dc:creator>arlcze</dc:creator>
  <cp:lastModifiedBy>Maciej Łobodziński</cp:lastModifiedBy>
  <cp:revision>33</cp:revision>
  <cp:lastPrinted>2015-12-10T07:35:00Z</cp:lastPrinted>
  <dcterms:created xsi:type="dcterms:W3CDTF">2017-02-21T17:42:00Z</dcterms:created>
  <dcterms:modified xsi:type="dcterms:W3CDTF">2025-11-26T14:54:00Z</dcterms:modified>
</cp:coreProperties>
</file>